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B4EC56" w14:textId="77777777" w:rsidR="004D36D7" w:rsidRPr="00FD4A68" w:rsidRDefault="00C464B3" w:rsidP="00B47940">
      <w:pPr>
        <w:pStyle w:val="Title"/>
        <w:rPr>
          <w:rStyle w:val="LabTitleInstVersred"/>
          <w:b/>
          <w:color w:val="auto"/>
        </w:rPr>
      </w:pPr>
      <w:sdt>
        <w:sdtPr>
          <w:rPr>
            <w:b w:val="0"/>
            <w:color w:val="EE0000"/>
          </w:rPr>
          <w:alias w:val="Title"/>
          <w:tag w:val=""/>
          <w:id w:val="-487021785"/>
          <w:placeholder>
            <w:docPart w:val="51325B0FEE604491AB731D6F2A6B4088"/>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4642FE" w:rsidRPr="004642FE">
            <w:t xml:space="preserve">Lab </w:t>
          </w:r>
          <w:r w:rsidR="004642FE">
            <w:t>-</w:t>
          </w:r>
          <w:r w:rsidR="004642FE" w:rsidRPr="004642FE">
            <w:t xml:space="preserve"> Tracing a Route</w:t>
          </w:r>
        </w:sdtContent>
      </w:sdt>
      <w:r w:rsidR="004D36D7" w:rsidRPr="00FD4A68">
        <w:t xml:space="preserve"> </w:t>
      </w:r>
      <w:r w:rsidR="00D84BDA" w:rsidRPr="00FD4A68">
        <w:rPr>
          <w:rStyle w:val="LabTitleInstVersred"/>
        </w:rPr>
        <w:t>(Instructor Version)</w:t>
      </w:r>
    </w:p>
    <w:p w14:paraId="5FDB7509" w14:textId="77777777" w:rsidR="00D778DF" w:rsidRPr="009A1CF4"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14:paraId="0125B34A" w14:textId="77777777" w:rsidR="00D778DF" w:rsidRPr="00E70096" w:rsidRDefault="00D778DF" w:rsidP="00D452F4">
      <w:pPr>
        <w:pStyle w:val="Heading1"/>
      </w:pPr>
      <w:r w:rsidRPr="00E70096">
        <w:t>Objectives</w:t>
      </w:r>
    </w:p>
    <w:p w14:paraId="1E5BC945" w14:textId="77777777" w:rsidR="003A2D8C" w:rsidRDefault="003A2D8C" w:rsidP="003A2D8C">
      <w:pPr>
        <w:pStyle w:val="BodyTextL25Bold"/>
      </w:pPr>
      <w:r>
        <w:t>Part 1: Verifying Network Connectivity Using Ping</w:t>
      </w:r>
    </w:p>
    <w:p w14:paraId="42451610" w14:textId="77777777" w:rsidR="003A2D8C" w:rsidRPr="004C0909" w:rsidRDefault="003A2D8C" w:rsidP="003A2D8C">
      <w:pPr>
        <w:pStyle w:val="BodyTextL25Bold"/>
      </w:pPr>
      <w:r>
        <w:t>Part 2: Tracing a Route to a Remote Server Using Traceroute</w:t>
      </w:r>
    </w:p>
    <w:p w14:paraId="6F6C396A" w14:textId="77777777" w:rsidR="003A2D8C" w:rsidRPr="004C0909" w:rsidRDefault="003A2D8C" w:rsidP="003A2D8C">
      <w:pPr>
        <w:pStyle w:val="BodyTextL25Bold"/>
      </w:pPr>
      <w:r>
        <w:t xml:space="preserve">Part 3: </w:t>
      </w:r>
      <w:r w:rsidRPr="00085368">
        <w:t xml:space="preserve">Trace </w:t>
      </w:r>
      <w:r>
        <w:t xml:space="preserve">a </w:t>
      </w:r>
      <w:r w:rsidRPr="00085368">
        <w:t xml:space="preserve">Route to </w:t>
      </w:r>
      <w:r>
        <w:t xml:space="preserve">a </w:t>
      </w:r>
      <w:r w:rsidRPr="00085368">
        <w:t xml:space="preserve">Remote Server </w:t>
      </w:r>
      <w:r>
        <w:t>U</w:t>
      </w:r>
      <w:r w:rsidRPr="00085368">
        <w:t xml:space="preserve">sing </w:t>
      </w:r>
      <w:r>
        <w:t>W</w:t>
      </w:r>
      <w:r w:rsidRPr="00085368">
        <w:t>eb</w:t>
      </w:r>
      <w:r>
        <w:t>-B</w:t>
      </w:r>
      <w:r w:rsidRPr="00085368">
        <w:t xml:space="preserve">ased </w:t>
      </w:r>
      <w:r>
        <w:t>Traceroute Tool</w:t>
      </w:r>
    </w:p>
    <w:p w14:paraId="25E398B0" w14:textId="740771F6" w:rsidR="00D778DF" w:rsidRDefault="00D778DF" w:rsidP="00D452F4">
      <w:pPr>
        <w:pStyle w:val="Heading1"/>
      </w:pPr>
      <w:r w:rsidRPr="00E70096">
        <w:t>Background</w:t>
      </w:r>
    </w:p>
    <w:p w14:paraId="2765511C" w14:textId="77777777" w:rsidR="003A2D8C" w:rsidRDefault="003A2D8C" w:rsidP="003A2D8C">
      <w:pPr>
        <w:pStyle w:val="BodyTextL25"/>
      </w:pPr>
      <w:r>
        <w:t>Tracing a route will list each routing device that a packet crosses as it traverses the network from source to destination. Route tracing is typically executed at the command line as:</w:t>
      </w:r>
    </w:p>
    <w:p w14:paraId="74E56959" w14:textId="77777777" w:rsidR="003A2D8C" w:rsidRDefault="003A2D8C" w:rsidP="003A2D8C">
      <w:pPr>
        <w:pStyle w:val="CMD"/>
      </w:pPr>
      <w:r>
        <w:rPr>
          <w:b/>
          <w:bCs/>
        </w:rPr>
        <w:t>tracert</w:t>
      </w:r>
      <w:r>
        <w:t xml:space="preserve"> &lt;destination network name or end device address&gt;</w:t>
      </w:r>
    </w:p>
    <w:p w14:paraId="200774CB" w14:textId="77777777" w:rsidR="003A2D8C" w:rsidRDefault="003A2D8C" w:rsidP="003A2D8C">
      <w:pPr>
        <w:pStyle w:val="BodyTextL50"/>
      </w:pPr>
      <w:r>
        <w:t>(Microsoft Windows systems)</w:t>
      </w:r>
    </w:p>
    <w:p w14:paraId="59185428" w14:textId="77777777" w:rsidR="003A2D8C" w:rsidRDefault="003A2D8C" w:rsidP="003A2D8C">
      <w:pPr>
        <w:pStyle w:val="BodyTextL25"/>
      </w:pPr>
      <w:r>
        <w:t>or</w:t>
      </w:r>
    </w:p>
    <w:p w14:paraId="15615627" w14:textId="77777777" w:rsidR="003A2D8C" w:rsidRDefault="003A2D8C" w:rsidP="003A2D8C">
      <w:pPr>
        <w:pStyle w:val="CMD"/>
      </w:pPr>
      <w:r>
        <w:rPr>
          <w:b/>
          <w:bCs/>
        </w:rPr>
        <w:t>traceroute</w:t>
      </w:r>
      <w:r>
        <w:t xml:space="preserve"> &lt;destination network name or end device address&gt;</w:t>
      </w:r>
    </w:p>
    <w:p w14:paraId="5232E4EB" w14:textId="77777777" w:rsidR="003A2D8C" w:rsidRDefault="003A2D8C" w:rsidP="003A2D8C">
      <w:pPr>
        <w:pStyle w:val="BodyTextL50"/>
      </w:pPr>
      <w:r>
        <w:t>(Unix and similar systems)</w:t>
      </w:r>
    </w:p>
    <w:p w14:paraId="0584E18B" w14:textId="77777777" w:rsidR="003A2D8C" w:rsidRDefault="003A2D8C" w:rsidP="003A2D8C">
      <w:pPr>
        <w:pStyle w:val="BodyTextL25"/>
      </w:pPr>
      <w:r w:rsidRPr="00797E80">
        <w:t xml:space="preserve">The </w:t>
      </w:r>
      <w:r w:rsidRPr="00AC6DD0">
        <w:rPr>
          <w:b/>
        </w:rPr>
        <w:t>traceroute</w:t>
      </w:r>
      <w:r w:rsidRPr="00797E80">
        <w:t xml:space="preserve"> (or </w:t>
      </w:r>
      <w:r w:rsidRPr="00AC6DD0">
        <w:rPr>
          <w:b/>
        </w:rPr>
        <w:t>tracert</w:t>
      </w:r>
      <w:r w:rsidRPr="00797E80">
        <w:t>) tool is</w:t>
      </w:r>
      <w:r>
        <w:t xml:space="preserve"> often used for network troubleshooting. By showing a list of routers traversed, it allows the user to identify the path taken to reach a </w:t>
      </w:r>
      <w:proofErr w:type="gramStart"/>
      <w:r>
        <w:t>particular destination</w:t>
      </w:r>
      <w:proofErr w:type="gramEnd"/>
      <w:r>
        <w:t xml:space="preserve"> on the network or across internetworks. </w:t>
      </w:r>
      <w:r>
        <w:rPr>
          <w:bCs/>
        </w:rPr>
        <w:t xml:space="preserve">Each router represents a point where one network connects to another network and through which the data packet was forwarded. </w:t>
      </w:r>
      <w:r>
        <w:t>The number of routers is known as the number of "hops" the data traveled from source to destination.</w:t>
      </w:r>
    </w:p>
    <w:p w14:paraId="55CD40A0" w14:textId="77777777" w:rsidR="003A2D8C" w:rsidRDefault="003A2D8C" w:rsidP="003A2D8C">
      <w:pPr>
        <w:pStyle w:val="BodyTextL25"/>
      </w:pPr>
      <w:r>
        <w:t>The displayed list can help identify data flow problems when trying to access a service such as a website. It can also be useful when performing tasks such as downloading data. If there are multiple websites (mirrors) available for the same data file, one can trace each mirror to get a good idea of which mirror would be the fastest to use.</w:t>
      </w:r>
    </w:p>
    <w:p w14:paraId="3E351DA1" w14:textId="77777777" w:rsidR="003A2D8C" w:rsidRDefault="003A2D8C" w:rsidP="003A2D8C">
      <w:pPr>
        <w:pStyle w:val="BodyTextL25"/>
      </w:pPr>
      <w:r>
        <w:t>Two trace routes between the same source and destination conducted some time apart may produce different results. This is due to the "meshed" nature of the interconnected networks that comprise the internet and the Internet Protocols’ ability to select different pathways over which to send packets.</w:t>
      </w:r>
    </w:p>
    <w:p w14:paraId="16BE8BB9" w14:textId="77777777" w:rsidR="003A2D8C" w:rsidRDefault="003A2D8C" w:rsidP="003A2D8C">
      <w:pPr>
        <w:pStyle w:val="BodyTextL25"/>
      </w:pPr>
      <w:r>
        <w:t>Command-line-based route tracing tools are usually embedded with the operating system of the end device.</w:t>
      </w:r>
    </w:p>
    <w:p w14:paraId="3333AA14" w14:textId="7F874B90" w:rsidR="003A2D8C" w:rsidRDefault="003A2D8C" w:rsidP="00D452F4">
      <w:pPr>
        <w:pStyle w:val="Heading1"/>
      </w:pPr>
      <w:r>
        <w:t>Scenario</w:t>
      </w:r>
    </w:p>
    <w:p w14:paraId="714E980F" w14:textId="11A75EAE" w:rsidR="003A2D8C" w:rsidRDefault="003A2D8C" w:rsidP="003A2D8C">
      <w:pPr>
        <w:pStyle w:val="BodyTextL25"/>
      </w:pPr>
      <w:bookmarkStart w:id="0" w:name="_Hlk485022225"/>
      <w:r>
        <w:t xml:space="preserve">Using an internet connection, you will use two route tracing utilities to examine the internet pathway to destination networks. First, you will verify connectivity to a website. Second, you will use the </w:t>
      </w:r>
      <w:r w:rsidRPr="007064F6">
        <w:rPr>
          <w:b/>
        </w:rPr>
        <w:t>traceroute</w:t>
      </w:r>
      <w:r>
        <w:t xml:space="preserve"> utility on the Linux command line. Third, you will use a web-based traceroute tool (</w:t>
      </w:r>
      <w:hyperlink r:id="rId8" w:history="1">
        <w:r w:rsidR="00DF7C8B">
          <w:rPr>
            <w:rStyle w:val="Hyperlink"/>
          </w:rPr>
          <w:t>https://gsuite.tools/trace</w:t>
        </w:r>
        <w:r w:rsidR="00DF7C8B">
          <w:rPr>
            <w:rStyle w:val="Hyperlink"/>
          </w:rPr>
          <w:t>r</w:t>
        </w:r>
        <w:r w:rsidR="00DF7C8B">
          <w:rPr>
            <w:rStyle w:val="Hyperlink"/>
          </w:rPr>
          <w:t>oute</w:t>
        </w:r>
      </w:hyperlink>
      <w:r>
        <w:t>).</w:t>
      </w:r>
    </w:p>
    <w:bookmarkEnd w:id="0"/>
    <w:p w14:paraId="6F2C685D" w14:textId="77777777" w:rsidR="003A2D8C" w:rsidRPr="00511701" w:rsidRDefault="003A2D8C" w:rsidP="003A2D8C">
      <w:pPr>
        <w:pStyle w:val="InstNoteRedL25"/>
      </w:pPr>
      <w:r w:rsidRPr="009A1CF4">
        <w:rPr>
          <w:b/>
        </w:rPr>
        <w:t>Instructor Note</w:t>
      </w:r>
      <w:r w:rsidRPr="00F23ACD">
        <w:t>:</w:t>
      </w:r>
      <w:r>
        <w:t xml:space="preserve"> Some institutions disable ICMP echo replies used by both ping and traceroute utilities. Before students begin this activity, make sure there are no local restrictions related to ICMP datagrams. This activity assumes that ICMP datagrams are not restricted by any local security policy.</w:t>
      </w:r>
    </w:p>
    <w:p w14:paraId="2702F0B4" w14:textId="5800D68C" w:rsidR="00D778DF" w:rsidRPr="00E70096" w:rsidRDefault="00D778DF" w:rsidP="00D452F4">
      <w:pPr>
        <w:pStyle w:val="Heading1"/>
      </w:pPr>
      <w:r w:rsidRPr="00E70096">
        <w:t>Required Resources</w:t>
      </w:r>
    </w:p>
    <w:p w14:paraId="7FA46A41" w14:textId="77777777" w:rsidR="003A2D8C" w:rsidRDefault="003A2D8C" w:rsidP="003A2D8C">
      <w:pPr>
        <w:pStyle w:val="Bulletlevel1"/>
        <w:spacing w:before="60" w:after="60" w:line="276" w:lineRule="auto"/>
      </w:pPr>
      <w:proofErr w:type="spellStart"/>
      <w:r w:rsidRPr="00CF1602">
        <w:t>CyberOps</w:t>
      </w:r>
      <w:proofErr w:type="spellEnd"/>
      <w:r w:rsidRPr="00CF1602">
        <w:t xml:space="preserve"> Workstation </w:t>
      </w:r>
      <w:r>
        <w:t>VM</w:t>
      </w:r>
    </w:p>
    <w:p w14:paraId="618D49DB" w14:textId="19338FB1" w:rsidR="003A2D8C" w:rsidRPr="007D7F76" w:rsidRDefault="00923286" w:rsidP="003A2D8C">
      <w:pPr>
        <w:pStyle w:val="Bulletlevel1"/>
        <w:spacing w:before="60" w:after="60" w:line="276" w:lineRule="auto"/>
      </w:pPr>
      <w:r>
        <w:t>I</w:t>
      </w:r>
      <w:r w:rsidR="003A2D8C">
        <w:t>nternet access</w:t>
      </w:r>
    </w:p>
    <w:p w14:paraId="76F386AE" w14:textId="77777777" w:rsidR="00125806" w:rsidRDefault="00125806" w:rsidP="00D452F4">
      <w:pPr>
        <w:pStyle w:val="Heading1"/>
      </w:pPr>
      <w:r>
        <w:lastRenderedPageBreak/>
        <w:t>Instructions</w:t>
      </w:r>
    </w:p>
    <w:p w14:paraId="7782C59B" w14:textId="52DEBC3B" w:rsidR="00103401" w:rsidRDefault="00804631" w:rsidP="00103401">
      <w:pPr>
        <w:pStyle w:val="Heading2"/>
      </w:pPr>
      <w:r>
        <w:t>Verifying Network Connectivity Using Ping</w:t>
      </w:r>
    </w:p>
    <w:p w14:paraId="45F76DF2" w14:textId="77777777" w:rsidR="00804631" w:rsidRDefault="00804631" w:rsidP="00804631">
      <w:pPr>
        <w:pStyle w:val="SubStepAlpha"/>
      </w:pPr>
      <w:r>
        <w:t xml:space="preserve">Start the </w:t>
      </w:r>
      <w:proofErr w:type="spellStart"/>
      <w:r>
        <w:t>CyberOps</w:t>
      </w:r>
      <w:proofErr w:type="spellEnd"/>
      <w:r>
        <w:t xml:space="preserve"> Workstation VM. Log into the VM with the following credentials:</w:t>
      </w:r>
    </w:p>
    <w:p w14:paraId="4041A9B7" w14:textId="77777777" w:rsidR="00804631" w:rsidRDefault="00804631" w:rsidP="00804631">
      <w:pPr>
        <w:pStyle w:val="BodyTextL50"/>
      </w:pPr>
      <w:r>
        <w:t xml:space="preserve">Username: </w:t>
      </w:r>
      <w:r w:rsidRPr="003049CF">
        <w:rPr>
          <w:b/>
        </w:rPr>
        <w:t>analyst</w:t>
      </w:r>
    </w:p>
    <w:p w14:paraId="3218B24A" w14:textId="77777777" w:rsidR="00804631" w:rsidRDefault="00804631" w:rsidP="00804631">
      <w:pPr>
        <w:pStyle w:val="BodyTextL50"/>
      </w:pPr>
      <w:r>
        <w:t xml:space="preserve">Password: </w:t>
      </w:r>
      <w:proofErr w:type="spellStart"/>
      <w:r w:rsidRPr="003049CF">
        <w:rPr>
          <w:b/>
        </w:rPr>
        <w:t>cyberops</w:t>
      </w:r>
      <w:proofErr w:type="spellEnd"/>
    </w:p>
    <w:p w14:paraId="787C8E6E" w14:textId="77777777" w:rsidR="00804631" w:rsidRDefault="00804631" w:rsidP="00804631">
      <w:pPr>
        <w:pStyle w:val="SubStepAlpha"/>
      </w:pPr>
      <w:r>
        <w:t xml:space="preserve">Open a terminal window in the VM to ping a remote server, such as </w:t>
      </w:r>
      <w:hyperlink r:id="rId9" w:history="1">
        <w:r w:rsidRPr="004B7B7A">
          <w:rPr>
            <w:rStyle w:val="Hyperlink"/>
          </w:rPr>
          <w:t>www.cisco.com</w:t>
        </w:r>
      </w:hyperlink>
      <w:r>
        <w:t>.</w:t>
      </w:r>
    </w:p>
    <w:p w14:paraId="5D711216" w14:textId="77777777" w:rsidR="00804631" w:rsidRDefault="00804631" w:rsidP="00804631">
      <w:pPr>
        <w:pStyle w:val="CMD"/>
      </w:pPr>
      <w:r>
        <w:t>[</w:t>
      </w:r>
      <w:proofErr w:type="spellStart"/>
      <w:r>
        <w:t>analyst@secOps</w:t>
      </w:r>
      <w:proofErr w:type="spellEnd"/>
      <w:r>
        <w:t xml:space="preserve"> </w:t>
      </w:r>
      <w:proofErr w:type="gramStart"/>
      <w:r>
        <w:t>~]$</w:t>
      </w:r>
      <w:proofErr w:type="gramEnd"/>
      <w:r>
        <w:t xml:space="preserve"> </w:t>
      </w:r>
      <w:r w:rsidRPr="008743D2">
        <w:rPr>
          <w:b/>
        </w:rPr>
        <w:t>ping -c 4 www.cisco.com</w:t>
      </w:r>
    </w:p>
    <w:p w14:paraId="55CFC735" w14:textId="77777777" w:rsidR="00804631" w:rsidRDefault="00804631" w:rsidP="00804631">
      <w:pPr>
        <w:pStyle w:val="CMDOutput"/>
      </w:pPr>
      <w:r>
        <w:t>PING e2867.dsca.akamaiedge.net (184.24.123.103) 56(84) bytes of data.</w:t>
      </w:r>
    </w:p>
    <w:p w14:paraId="1F1A27B4" w14:textId="77777777" w:rsidR="00804631" w:rsidRDefault="00804631" w:rsidP="00804631">
      <w:pPr>
        <w:pStyle w:val="CMDOutput"/>
      </w:pPr>
      <w:r>
        <w:t xml:space="preserve">64 bytes from a184-24-123-103.deploy.static.akamaitechnologies.com (184.24.123.103): </w:t>
      </w:r>
      <w:proofErr w:type="spellStart"/>
      <w:r>
        <w:t>icmp_seq</w:t>
      </w:r>
      <w:proofErr w:type="spellEnd"/>
      <w:r>
        <w:t xml:space="preserve">=1 </w:t>
      </w:r>
      <w:proofErr w:type="spellStart"/>
      <w:r>
        <w:t>ttl</w:t>
      </w:r>
      <w:proofErr w:type="spellEnd"/>
      <w:r>
        <w:t xml:space="preserve">=59 time=13.0 </w:t>
      </w:r>
      <w:proofErr w:type="spellStart"/>
      <w:r>
        <w:t>ms</w:t>
      </w:r>
      <w:proofErr w:type="spellEnd"/>
    </w:p>
    <w:p w14:paraId="4971EA00" w14:textId="77777777" w:rsidR="00804631" w:rsidRDefault="00804631" w:rsidP="00804631">
      <w:pPr>
        <w:pStyle w:val="CMDOutput"/>
      </w:pPr>
      <w:r>
        <w:t xml:space="preserve">64 bytes from a184-24-123-103.deploy.static.akamaitechnologies.com (184.24.123.103): </w:t>
      </w:r>
      <w:proofErr w:type="spellStart"/>
      <w:r>
        <w:t>icmp_seq</w:t>
      </w:r>
      <w:proofErr w:type="spellEnd"/>
      <w:r>
        <w:t xml:space="preserve">=2 </w:t>
      </w:r>
      <w:proofErr w:type="spellStart"/>
      <w:r>
        <w:t>ttl</w:t>
      </w:r>
      <w:proofErr w:type="spellEnd"/>
      <w:r>
        <w:t xml:space="preserve">=59 time=12.5 </w:t>
      </w:r>
      <w:proofErr w:type="spellStart"/>
      <w:r>
        <w:t>ms</w:t>
      </w:r>
      <w:proofErr w:type="spellEnd"/>
    </w:p>
    <w:p w14:paraId="322AD206" w14:textId="77777777" w:rsidR="00804631" w:rsidRDefault="00804631" w:rsidP="00804631">
      <w:pPr>
        <w:pStyle w:val="CMDOutput"/>
      </w:pPr>
      <w:r>
        <w:t xml:space="preserve">64 bytes from a184-24-123-103.deploy.static.akamaitechnologies.com (184.24.123.103): </w:t>
      </w:r>
      <w:proofErr w:type="spellStart"/>
      <w:r>
        <w:t>icmp_seq</w:t>
      </w:r>
      <w:proofErr w:type="spellEnd"/>
      <w:r>
        <w:t xml:space="preserve">=3 </w:t>
      </w:r>
      <w:proofErr w:type="spellStart"/>
      <w:r>
        <w:t>ttl</w:t>
      </w:r>
      <w:proofErr w:type="spellEnd"/>
      <w:r>
        <w:t xml:space="preserve">=59 time=14.9 </w:t>
      </w:r>
      <w:proofErr w:type="spellStart"/>
      <w:r>
        <w:t>ms</w:t>
      </w:r>
      <w:proofErr w:type="spellEnd"/>
    </w:p>
    <w:p w14:paraId="2FC809B8" w14:textId="77777777" w:rsidR="00804631" w:rsidRDefault="00804631" w:rsidP="00804631">
      <w:pPr>
        <w:pStyle w:val="CMDOutput"/>
      </w:pPr>
      <w:r>
        <w:t xml:space="preserve">64 bytes from a184-24-123-103.deploy.static.akamaitechnologies.com (184.24.123.103): </w:t>
      </w:r>
      <w:proofErr w:type="spellStart"/>
      <w:r>
        <w:t>icmp_seq</w:t>
      </w:r>
      <w:proofErr w:type="spellEnd"/>
      <w:r>
        <w:t xml:space="preserve">=4 </w:t>
      </w:r>
      <w:proofErr w:type="spellStart"/>
      <w:r>
        <w:t>ttl</w:t>
      </w:r>
      <w:proofErr w:type="spellEnd"/>
      <w:r>
        <w:t xml:space="preserve">=59 time=11.9 </w:t>
      </w:r>
      <w:proofErr w:type="spellStart"/>
      <w:r>
        <w:t>ms</w:t>
      </w:r>
      <w:proofErr w:type="spellEnd"/>
    </w:p>
    <w:p w14:paraId="2829B402" w14:textId="77777777" w:rsidR="00804631" w:rsidRDefault="00804631" w:rsidP="00804631">
      <w:pPr>
        <w:pStyle w:val="CMDOutput"/>
      </w:pPr>
    </w:p>
    <w:p w14:paraId="62EB743C" w14:textId="77777777" w:rsidR="00804631" w:rsidRDefault="00804631" w:rsidP="00804631">
      <w:pPr>
        <w:pStyle w:val="CMDOutput"/>
      </w:pPr>
      <w:r>
        <w:t>--- e2867.dsca.akamaiedge.net ping statistics ---</w:t>
      </w:r>
    </w:p>
    <w:p w14:paraId="7DD714E2" w14:textId="77777777" w:rsidR="00804631" w:rsidRDefault="00804631" w:rsidP="00804631">
      <w:pPr>
        <w:pStyle w:val="CMDOutput"/>
      </w:pPr>
      <w:r>
        <w:t>4 packets transmitted, 4 received, 0% packet loss, time 3005ms</w:t>
      </w:r>
    </w:p>
    <w:p w14:paraId="3F49224E" w14:textId="77777777" w:rsidR="00804631" w:rsidRDefault="00804631" w:rsidP="00804631">
      <w:pPr>
        <w:pStyle w:val="CMDOutput"/>
      </w:pPr>
      <w:proofErr w:type="spellStart"/>
      <w:r>
        <w:t>rtt</w:t>
      </w:r>
      <w:proofErr w:type="spellEnd"/>
      <w:r>
        <w:t xml:space="preserve"> min/avg/max/</w:t>
      </w:r>
      <w:proofErr w:type="spellStart"/>
      <w:r>
        <w:t>mdev</w:t>
      </w:r>
      <w:proofErr w:type="spellEnd"/>
      <w:r>
        <w:t xml:space="preserve"> = 11.976/13.143/14.967/1.132 </w:t>
      </w:r>
      <w:proofErr w:type="spellStart"/>
      <w:r>
        <w:t>ms</w:t>
      </w:r>
      <w:proofErr w:type="spellEnd"/>
    </w:p>
    <w:p w14:paraId="73B5DC14" w14:textId="77777777" w:rsidR="00804631" w:rsidRDefault="00804631" w:rsidP="00804631">
      <w:pPr>
        <w:pStyle w:val="SubStepAlpha"/>
      </w:pPr>
      <w:r w:rsidRPr="00FB1D5E">
        <w:t xml:space="preserve">The first output line </w:t>
      </w:r>
      <w:r>
        <w:t>displays</w:t>
      </w:r>
      <w:r w:rsidRPr="00FB1D5E">
        <w:t xml:space="preserve"> the Fully Qualified Domain Name (FQDN) </w:t>
      </w:r>
      <w:r>
        <w:t>e2867.dsca.akamaiedge.net</w:t>
      </w:r>
      <w:r w:rsidRPr="00FB1D5E">
        <w:t xml:space="preserve">. This is followed by the IP address </w:t>
      </w:r>
      <w:r>
        <w:t>184.24.123.103</w:t>
      </w:r>
      <w:r w:rsidRPr="00FB1D5E">
        <w:t>.</w:t>
      </w:r>
      <w:r>
        <w:t xml:space="preserve"> Cisco hosts the same web content on different servers throughout the world (known as </w:t>
      </w:r>
      <w:r w:rsidRPr="00D46D96">
        <w:t>mirrors</w:t>
      </w:r>
      <w:r>
        <w:t>). Therefore, depending upon where you are geographically, the FQDN and the IP address will be different.</w:t>
      </w:r>
    </w:p>
    <w:p w14:paraId="22C8F1FD" w14:textId="77777777" w:rsidR="00804631" w:rsidRDefault="00804631" w:rsidP="00804631">
      <w:pPr>
        <w:pStyle w:val="BodyTextL50"/>
      </w:pPr>
      <w:r>
        <w:t xml:space="preserve">Four pings were </w:t>
      </w:r>
      <w:proofErr w:type="gramStart"/>
      <w:r>
        <w:t>sent</w:t>
      </w:r>
      <w:proofErr w:type="gramEnd"/>
      <w:r>
        <w:t xml:space="preserve"> and a reply was received from each ping. Because each ping received a response, there was </w:t>
      </w:r>
      <w:r w:rsidRPr="00D46D96">
        <w:t>0%</w:t>
      </w:r>
      <w:r>
        <w:t xml:space="preserve"> packet loss. On average, it took 3005 </w:t>
      </w:r>
      <w:proofErr w:type="spellStart"/>
      <w:r>
        <w:t>ms</w:t>
      </w:r>
      <w:proofErr w:type="spellEnd"/>
      <w:r>
        <w:t xml:space="preserve"> (3005 milliseconds) for the packets to cross the network. A millisecond is 1/1,000</w:t>
      </w:r>
      <w:r w:rsidRPr="009373B2">
        <w:rPr>
          <w:vertAlign w:val="superscript"/>
        </w:rPr>
        <w:t>th</w:t>
      </w:r>
      <w:r>
        <w:t xml:space="preserve"> of a second. Your results will likely be different.</w:t>
      </w:r>
    </w:p>
    <w:p w14:paraId="11F8412B" w14:textId="0F5BA541" w:rsidR="00804631" w:rsidRDefault="00804631" w:rsidP="00804631">
      <w:pPr>
        <w:pStyle w:val="InstNoteRedL50"/>
      </w:pPr>
      <w:r w:rsidRPr="00ED056C">
        <w:rPr>
          <w:b/>
        </w:rPr>
        <w:t>Instructor Note</w:t>
      </w:r>
      <w:r>
        <w:t>: If the first ICMP packet times out, this could be a result of the PC resolving the destination address. This should not occur if you repeat the ping as the address is now cached.</w:t>
      </w:r>
    </w:p>
    <w:p w14:paraId="5C2EA7DC" w14:textId="050E5FB3" w:rsidR="00231DCA" w:rsidRDefault="00804631" w:rsidP="00804631">
      <w:pPr>
        <w:pStyle w:val="Heading2"/>
      </w:pPr>
      <w:r>
        <w:t>Tracing a Route to a Remote Server Using Traceroute</w:t>
      </w:r>
    </w:p>
    <w:p w14:paraId="160B7408" w14:textId="77777777" w:rsidR="00804631" w:rsidRDefault="00804631" w:rsidP="00804631">
      <w:pPr>
        <w:pStyle w:val="BodyTextL25"/>
      </w:pPr>
      <w:r>
        <w:t xml:space="preserve">Now that basic reachability has been verified by </w:t>
      </w:r>
      <w:r w:rsidRPr="006A3237">
        <w:t>using the ping tool</w:t>
      </w:r>
      <w:r>
        <w:t>, it is helpful to look more closely at each network segment that is crossed.</w:t>
      </w:r>
    </w:p>
    <w:p w14:paraId="506F02BD" w14:textId="77777777" w:rsidR="00804631" w:rsidRDefault="00804631" w:rsidP="00804631">
      <w:pPr>
        <w:pStyle w:val="BodyTextL25"/>
      </w:pPr>
      <w:r>
        <w:t xml:space="preserve">Routes traced can go through many hops and </w:t>
      </w:r>
      <w:proofErr w:type="gramStart"/>
      <w:r>
        <w:t>a number of</w:t>
      </w:r>
      <w:proofErr w:type="gramEnd"/>
      <w:r>
        <w:t xml:space="preserve"> different Internet Service Providers (ISPs), depending on the size of your ISP and the location of the source and destination hosts. Each “hop” represents a router. A router is a specialized type of computer used to direct traffic across the internet. Imagine taking an automobile trip across several countries using many highways. At different points in the trip you come to a fork in the road in which you have the option to select from several different highways. Now further imagine that there is a device at each fork in the road that directs you to take the correct highway to your </w:t>
      </w:r>
      <w:proofErr w:type="gramStart"/>
      <w:r>
        <w:t>final destination</w:t>
      </w:r>
      <w:proofErr w:type="gramEnd"/>
      <w:r>
        <w:t>. That is what a router does for packets on a network.</w:t>
      </w:r>
    </w:p>
    <w:p w14:paraId="4DC8F077" w14:textId="5DAF36A3" w:rsidR="00804631" w:rsidRDefault="00804631" w:rsidP="00804631">
      <w:pPr>
        <w:pStyle w:val="BodyTextL25"/>
      </w:pPr>
      <w:r>
        <w:t xml:space="preserve">Because computers talk in </w:t>
      </w:r>
      <w:r w:rsidR="00C045E6">
        <w:t>binary</w:t>
      </w:r>
      <w:r>
        <w:t xml:space="preserve"> or hexadecimal numbers, rather than words, routers are uniquely identified using IP addresses. The </w:t>
      </w:r>
      <w:r w:rsidRPr="003B5FA8">
        <w:rPr>
          <w:b/>
        </w:rPr>
        <w:t>tracer</w:t>
      </w:r>
      <w:r>
        <w:rPr>
          <w:b/>
        </w:rPr>
        <w:t>ou</w:t>
      </w:r>
      <w:r w:rsidRPr="003B5FA8">
        <w:rPr>
          <w:b/>
        </w:rPr>
        <w:t>t</w:t>
      </w:r>
      <w:r>
        <w:rPr>
          <w:b/>
        </w:rPr>
        <w:t>e</w:t>
      </w:r>
      <w:r>
        <w:t xml:space="preserve"> tool shows you what path through the network a packet of information takes to reach its </w:t>
      </w:r>
      <w:proofErr w:type="gramStart"/>
      <w:r>
        <w:t>final destination</w:t>
      </w:r>
      <w:proofErr w:type="gramEnd"/>
      <w:r>
        <w:t xml:space="preserve">. The </w:t>
      </w:r>
      <w:r w:rsidRPr="003B5FA8">
        <w:rPr>
          <w:b/>
        </w:rPr>
        <w:t>tracer</w:t>
      </w:r>
      <w:r>
        <w:rPr>
          <w:b/>
        </w:rPr>
        <w:t>ou</w:t>
      </w:r>
      <w:r w:rsidRPr="003B5FA8">
        <w:rPr>
          <w:b/>
        </w:rPr>
        <w:t>t</w:t>
      </w:r>
      <w:r>
        <w:rPr>
          <w:b/>
        </w:rPr>
        <w:t>e</w:t>
      </w:r>
      <w:r>
        <w:t xml:space="preserve"> tool also gives you an idea of how fast traffic is going on each segment of the network. Packets are sent to each router in the path, and the return time is measured in milliseconds.</w:t>
      </w:r>
    </w:p>
    <w:p w14:paraId="6778025E" w14:textId="2BA02C64" w:rsidR="00023E81" w:rsidRDefault="00023E81" w:rsidP="00023E81">
      <w:pPr>
        <w:pStyle w:val="BodyTextL25"/>
        <w:keepNext/>
      </w:pPr>
      <w:r>
        <w:rPr>
          <w:b/>
          <w:bCs/>
        </w:rPr>
        <w:lastRenderedPageBreak/>
        <w:t>Note</w:t>
      </w:r>
      <w:r>
        <w:t xml:space="preserve">: </w:t>
      </w:r>
      <w:proofErr w:type="spellStart"/>
      <w:r>
        <w:t>CyberOps</w:t>
      </w:r>
      <w:proofErr w:type="spellEnd"/>
      <w:r>
        <w:t xml:space="preserve"> Workstation VM </w:t>
      </w:r>
      <w:r>
        <w:t>network settings</w:t>
      </w:r>
      <w:r>
        <w:t xml:space="preserve"> may need to be set to </w:t>
      </w:r>
      <w:r>
        <w:t>bridged adapter</w:t>
      </w:r>
      <w:r>
        <w:t xml:space="preserve"> if you are not getting any traceroute results</w:t>
      </w:r>
      <w:r>
        <w:t>. To check your network settings</w:t>
      </w:r>
      <w:r>
        <w:t>,</w:t>
      </w:r>
      <w:r>
        <w:t xml:space="preserve"> go to: </w:t>
      </w:r>
      <w:r w:rsidRPr="00B83078">
        <w:rPr>
          <w:b/>
          <w:bCs/>
        </w:rPr>
        <w:t>Machine</w:t>
      </w:r>
      <w:r>
        <w:t xml:space="preserve"> &gt; </w:t>
      </w:r>
      <w:r w:rsidRPr="00B83078">
        <w:rPr>
          <w:b/>
          <w:bCs/>
        </w:rPr>
        <w:t>Settings</w:t>
      </w:r>
      <w:r>
        <w:t xml:space="preserve">, select </w:t>
      </w:r>
      <w:r w:rsidRPr="00B83078">
        <w:rPr>
          <w:b/>
          <w:bCs/>
        </w:rPr>
        <w:t>Network</w:t>
      </w:r>
      <w:r>
        <w:t xml:space="preserve">, the tab Adapter 1, Attached to: </w:t>
      </w:r>
      <w:r w:rsidRPr="00B83078">
        <w:rPr>
          <w:b/>
          <w:bCs/>
        </w:rPr>
        <w:t>Bridged Adapter</w:t>
      </w:r>
      <w:r>
        <w:t>.</w:t>
      </w:r>
    </w:p>
    <w:p w14:paraId="01FFD111" w14:textId="77777777" w:rsidR="00023E81" w:rsidRDefault="00023E81" w:rsidP="00023E81">
      <w:pPr>
        <w:pStyle w:val="Visual"/>
      </w:pPr>
      <w:r>
        <w:rPr>
          <w:noProof/>
        </w:rPr>
        <w:drawing>
          <wp:inline distT="0" distB="0" distL="0" distR="0" wp14:anchorId="1145F371" wp14:editId="4398E33C">
            <wp:extent cx="3669323" cy="1717669"/>
            <wp:effectExtent l="0" t="0" r="7620" b="0"/>
            <wp:docPr id="7" name="Picture 7" descr="This screenshot displays the CyberOps Workstation VM network settin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2020-05-12 11_51_35-CyberOps Workstation [UPDATED on 04.10.20] - Settings.png"/>
                    <pic:cNvPicPr/>
                  </pic:nvPicPr>
                  <pic:blipFill>
                    <a:blip r:embed="rId10">
                      <a:extLst>
                        <a:ext uri="{28A0092B-C50C-407E-A947-70E740481C1C}">
                          <a14:useLocalDpi xmlns:a14="http://schemas.microsoft.com/office/drawing/2010/main" val="0"/>
                        </a:ext>
                      </a:extLst>
                    </a:blip>
                    <a:stretch>
                      <a:fillRect/>
                    </a:stretch>
                  </pic:blipFill>
                  <pic:spPr>
                    <a:xfrm>
                      <a:off x="0" y="0"/>
                      <a:ext cx="3706221" cy="1734941"/>
                    </a:xfrm>
                    <a:prstGeom prst="rect">
                      <a:avLst/>
                    </a:prstGeom>
                  </pic:spPr>
                </pic:pic>
              </a:graphicData>
            </a:graphic>
          </wp:inline>
        </w:drawing>
      </w:r>
    </w:p>
    <w:p w14:paraId="30BDDCF9" w14:textId="77777777" w:rsidR="00804631" w:rsidRPr="001B251F" w:rsidRDefault="00804631" w:rsidP="00804631">
      <w:pPr>
        <w:pStyle w:val="BodyTextL25"/>
      </w:pPr>
      <w:r>
        <w:t xml:space="preserve">To do this, the </w:t>
      </w:r>
      <w:r w:rsidRPr="00A82570">
        <w:rPr>
          <w:b/>
        </w:rPr>
        <w:t>tracer</w:t>
      </w:r>
      <w:r>
        <w:rPr>
          <w:b/>
        </w:rPr>
        <w:t>oute</w:t>
      </w:r>
      <w:r>
        <w:t xml:space="preserve"> tool is used.</w:t>
      </w:r>
    </w:p>
    <w:p w14:paraId="7ED30AD4" w14:textId="77777777" w:rsidR="00804631" w:rsidRPr="00C1449F" w:rsidRDefault="00804631" w:rsidP="00804631">
      <w:pPr>
        <w:pStyle w:val="SubStepAlpha"/>
      </w:pPr>
      <w:r>
        <w:t xml:space="preserve">At the terminal prompt, type </w:t>
      </w:r>
      <w:r>
        <w:rPr>
          <w:b/>
        </w:rPr>
        <w:t>traceroute</w:t>
      </w:r>
      <w:r w:rsidRPr="00D46D96">
        <w:rPr>
          <w:b/>
        </w:rPr>
        <w:t xml:space="preserve"> www.cisco.com</w:t>
      </w:r>
      <w:r>
        <w:t>.</w:t>
      </w:r>
    </w:p>
    <w:p w14:paraId="01536712" w14:textId="77777777" w:rsidR="00804631" w:rsidRDefault="00804631" w:rsidP="00804631">
      <w:pPr>
        <w:pStyle w:val="CMD"/>
      </w:pPr>
      <w:r>
        <w:t>[</w:t>
      </w:r>
      <w:proofErr w:type="spellStart"/>
      <w:r>
        <w:t>analyst@secOps</w:t>
      </w:r>
      <w:proofErr w:type="spellEnd"/>
      <w:r>
        <w:t xml:space="preserve"> </w:t>
      </w:r>
      <w:proofErr w:type="gramStart"/>
      <w:r>
        <w:t>~]$</w:t>
      </w:r>
      <w:proofErr w:type="gramEnd"/>
      <w:r>
        <w:t xml:space="preserve"> </w:t>
      </w:r>
      <w:r w:rsidRPr="00A63739">
        <w:rPr>
          <w:b/>
        </w:rPr>
        <w:t>traceroute www.cisco.com</w:t>
      </w:r>
    </w:p>
    <w:p w14:paraId="77A5E159" w14:textId="77777777" w:rsidR="00804631" w:rsidRDefault="00804631" w:rsidP="00804631">
      <w:pPr>
        <w:pStyle w:val="CMDOutput"/>
      </w:pPr>
      <w:r>
        <w:t xml:space="preserve">traceroute to www.cisco.com (184.24.123.103), 30 hops max, </w:t>
      </w:r>
      <w:proofErr w:type="gramStart"/>
      <w:r>
        <w:t>60 byte</w:t>
      </w:r>
      <w:proofErr w:type="gramEnd"/>
      <w:r>
        <w:t xml:space="preserve"> packets</w:t>
      </w:r>
    </w:p>
    <w:p w14:paraId="31C2FBEF" w14:textId="77777777" w:rsidR="00804631" w:rsidRDefault="00804631" w:rsidP="00804631">
      <w:pPr>
        <w:pStyle w:val="CMDOutput"/>
      </w:pPr>
      <w:r>
        <w:t xml:space="preserve"> </w:t>
      </w:r>
      <w:proofErr w:type="gramStart"/>
      <w:r>
        <w:t>1  192.168.1.1</w:t>
      </w:r>
      <w:proofErr w:type="gramEnd"/>
      <w:r>
        <w:t xml:space="preserve"> (192.168.1.1)  6.527 </w:t>
      </w:r>
      <w:proofErr w:type="spellStart"/>
      <w:r>
        <w:t>ms</w:t>
      </w:r>
      <w:proofErr w:type="spellEnd"/>
      <w:r>
        <w:t xml:space="preserve">  6.783 </w:t>
      </w:r>
      <w:proofErr w:type="spellStart"/>
      <w:r>
        <w:t>ms</w:t>
      </w:r>
      <w:proofErr w:type="spellEnd"/>
      <w:r>
        <w:t xml:space="preserve">  6.826 </w:t>
      </w:r>
      <w:proofErr w:type="spellStart"/>
      <w:r>
        <w:t>ms</w:t>
      </w:r>
      <w:proofErr w:type="spellEnd"/>
    </w:p>
    <w:p w14:paraId="2047D4B8" w14:textId="77777777" w:rsidR="00804631" w:rsidRDefault="00804631" w:rsidP="00804631">
      <w:pPr>
        <w:pStyle w:val="CMDOutput"/>
      </w:pPr>
      <w:r>
        <w:t xml:space="preserve"> </w:t>
      </w:r>
      <w:proofErr w:type="gramStart"/>
      <w:r>
        <w:t>2  10.39.176.1</w:t>
      </w:r>
      <w:proofErr w:type="gramEnd"/>
      <w:r>
        <w:t xml:space="preserve"> (10.39.176.1)  27.748 </w:t>
      </w:r>
      <w:proofErr w:type="spellStart"/>
      <w:r>
        <w:t>ms</w:t>
      </w:r>
      <w:proofErr w:type="spellEnd"/>
      <w:r>
        <w:t xml:space="preserve">  27.533 </w:t>
      </w:r>
      <w:proofErr w:type="spellStart"/>
      <w:r>
        <w:t>ms</w:t>
      </w:r>
      <w:proofErr w:type="spellEnd"/>
      <w:r>
        <w:t xml:space="preserve">  27.480 </w:t>
      </w:r>
      <w:proofErr w:type="spellStart"/>
      <w:r>
        <w:t>ms</w:t>
      </w:r>
      <w:proofErr w:type="spellEnd"/>
    </w:p>
    <w:p w14:paraId="7EB868F6" w14:textId="77777777" w:rsidR="00804631" w:rsidRDefault="00804631" w:rsidP="00804631">
      <w:pPr>
        <w:pStyle w:val="CMDOutput"/>
      </w:pPr>
      <w:r>
        <w:t xml:space="preserve"> </w:t>
      </w:r>
      <w:proofErr w:type="gramStart"/>
      <w:r>
        <w:t>3  100.127.65.250</w:t>
      </w:r>
      <w:proofErr w:type="gramEnd"/>
      <w:r>
        <w:t xml:space="preserve"> (100.127.65.250)  27.864 </w:t>
      </w:r>
      <w:proofErr w:type="spellStart"/>
      <w:r>
        <w:t>ms</w:t>
      </w:r>
      <w:proofErr w:type="spellEnd"/>
      <w:r>
        <w:t xml:space="preserve">  28.570 </w:t>
      </w:r>
      <w:proofErr w:type="spellStart"/>
      <w:r>
        <w:t>ms</w:t>
      </w:r>
      <w:proofErr w:type="spellEnd"/>
      <w:r>
        <w:t xml:space="preserve">  28.566 </w:t>
      </w:r>
      <w:proofErr w:type="spellStart"/>
      <w:r>
        <w:t>ms</w:t>
      </w:r>
      <w:proofErr w:type="spellEnd"/>
    </w:p>
    <w:p w14:paraId="039FA892" w14:textId="77777777" w:rsidR="00804631" w:rsidRDefault="00804631" w:rsidP="00804631">
      <w:pPr>
        <w:pStyle w:val="CMDOutput"/>
      </w:pPr>
      <w:r>
        <w:t xml:space="preserve"> </w:t>
      </w:r>
      <w:proofErr w:type="gramStart"/>
      <w:r>
        <w:t>4  70.169.73.196</w:t>
      </w:r>
      <w:proofErr w:type="gramEnd"/>
      <w:r>
        <w:t xml:space="preserve"> (70.169.73.196)  29.063 </w:t>
      </w:r>
      <w:proofErr w:type="spellStart"/>
      <w:r>
        <w:t>ms</w:t>
      </w:r>
      <w:proofErr w:type="spellEnd"/>
      <w:r>
        <w:t xml:space="preserve">  35.025 </w:t>
      </w:r>
      <w:proofErr w:type="spellStart"/>
      <w:r>
        <w:t>ms</w:t>
      </w:r>
      <w:proofErr w:type="spellEnd"/>
      <w:r>
        <w:t xml:space="preserve">  33.976 </w:t>
      </w:r>
      <w:proofErr w:type="spellStart"/>
      <w:r>
        <w:t>ms</w:t>
      </w:r>
      <w:proofErr w:type="spellEnd"/>
    </w:p>
    <w:p w14:paraId="1F129E9D" w14:textId="77777777" w:rsidR="00804631" w:rsidRDefault="00804631" w:rsidP="00804631">
      <w:pPr>
        <w:pStyle w:val="CMDOutput"/>
      </w:pPr>
      <w:r>
        <w:t xml:space="preserve"> </w:t>
      </w:r>
      <w:proofErr w:type="gramStart"/>
      <w:r>
        <w:t>5  fed1bbrj01.xe110.0.rd.sd.cox.net</w:t>
      </w:r>
      <w:proofErr w:type="gramEnd"/>
      <w:r>
        <w:t xml:space="preserve"> (68.1.0.155)  39.101 </w:t>
      </w:r>
      <w:proofErr w:type="spellStart"/>
      <w:r>
        <w:t>ms</w:t>
      </w:r>
      <w:proofErr w:type="spellEnd"/>
      <w:r>
        <w:t xml:space="preserve">  39.120 </w:t>
      </w:r>
      <w:proofErr w:type="spellStart"/>
      <w:r>
        <w:t>ms</w:t>
      </w:r>
      <w:proofErr w:type="spellEnd"/>
      <w:r>
        <w:t xml:space="preserve">  39.108 </w:t>
      </w:r>
      <w:proofErr w:type="spellStart"/>
      <w:r>
        <w:t>ms</w:t>
      </w:r>
      <w:proofErr w:type="spellEnd"/>
    </w:p>
    <w:p w14:paraId="285BC201" w14:textId="77777777" w:rsidR="00804631" w:rsidRDefault="00804631" w:rsidP="00804631">
      <w:pPr>
        <w:pStyle w:val="CMDOutput"/>
      </w:pPr>
      <w:r>
        <w:t xml:space="preserve"> </w:t>
      </w:r>
      <w:proofErr w:type="gramStart"/>
      <w:r>
        <w:t>6  a184-24-123-103.deploy.static.akamaitechnologies.com</w:t>
      </w:r>
      <w:proofErr w:type="gramEnd"/>
      <w:r>
        <w:t xml:space="preserve"> (184.24.123.103)  38.004 </w:t>
      </w:r>
      <w:proofErr w:type="spellStart"/>
      <w:r>
        <w:t>ms</w:t>
      </w:r>
      <w:proofErr w:type="spellEnd"/>
      <w:r>
        <w:t xml:space="preserve">  13.583 </w:t>
      </w:r>
      <w:proofErr w:type="spellStart"/>
      <w:r>
        <w:t>ms</w:t>
      </w:r>
      <w:proofErr w:type="spellEnd"/>
      <w:r>
        <w:t xml:space="preserve">  13.612 </w:t>
      </w:r>
      <w:proofErr w:type="spellStart"/>
      <w:r>
        <w:t>ms</w:t>
      </w:r>
      <w:proofErr w:type="spellEnd"/>
    </w:p>
    <w:p w14:paraId="632E7974" w14:textId="77777777" w:rsidR="00804631" w:rsidRDefault="00804631" w:rsidP="00804631">
      <w:pPr>
        <w:pStyle w:val="SubStepAlpha"/>
      </w:pPr>
      <w:r>
        <w:t>If you would like to save the traceroute output to a text file for later review, use the right carat (&gt;) and the desired filename to save the output in the present directory. In this example, the traceroute output is saved in the /home/analyst/cisco-traceroute.txt file.</w:t>
      </w:r>
    </w:p>
    <w:p w14:paraId="08F62FDC" w14:textId="77777777" w:rsidR="00804631" w:rsidRDefault="00804631" w:rsidP="00804631">
      <w:pPr>
        <w:pStyle w:val="CMD"/>
        <w:rPr>
          <w:b/>
        </w:rPr>
      </w:pPr>
      <w:r w:rsidRPr="000421A0">
        <w:t>[</w:t>
      </w:r>
      <w:proofErr w:type="spellStart"/>
      <w:r w:rsidRPr="000421A0">
        <w:t>analyst@secOps</w:t>
      </w:r>
      <w:proofErr w:type="spellEnd"/>
      <w:r w:rsidRPr="000421A0">
        <w:t xml:space="preserve"> </w:t>
      </w:r>
      <w:proofErr w:type="gramStart"/>
      <w:r w:rsidRPr="000421A0">
        <w:t>~]$</w:t>
      </w:r>
      <w:proofErr w:type="gramEnd"/>
      <w:r w:rsidRPr="000421A0">
        <w:t xml:space="preserve"> </w:t>
      </w:r>
      <w:r w:rsidRPr="00596782">
        <w:rPr>
          <w:b/>
        </w:rPr>
        <w:t xml:space="preserve">traceroute www.cisco.com &gt; </w:t>
      </w:r>
      <w:r>
        <w:rPr>
          <w:b/>
        </w:rPr>
        <w:t>cisco-</w:t>
      </w:r>
      <w:r w:rsidRPr="00596782">
        <w:rPr>
          <w:b/>
        </w:rPr>
        <w:t>traceroute.txt</w:t>
      </w:r>
    </w:p>
    <w:p w14:paraId="6796C0CB" w14:textId="77777777" w:rsidR="00804631" w:rsidRDefault="00804631" w:rsidP="00804631">
      <w:pPr>
        <w:pStyle w:val="BodyTextL50"/>
      </w:pPr>
      <w:r>
        <w:t xml:space="preserve">You can now enter the </w:t>
      </w:r>
      <w:r w:rsidRPr="00A63739">
        <w:rPr>
          <w:b/>
        </w:rPr>
        <w:t>cat cisco-traceroute.txt</w:t>
      </w:r>
      <w:r>
        <w:t xml:space="preserve"> command to view the output of the trace stored in the text file.</w:t>
      </w:r>
    </w:p>
    <w:p w14:paraId="1D6F1C97" w14:textId="77777777" w:rsidR="00804631" w:rsidRDefault="00804631" w:rsidP="00804631">
      <w:pPr>
        <w:pStyle w:val="SubStepAlpha"/>
      </w:pPr>
      <w:r>
        <w:t>Perform and save the traceroute results for one of the following websites. These are the Regional Internet Registry (RIR) websites located in different parts of the world:</w:t>
      </w:r>
    </w:p>
    <w:p w14:paraId="4AA89576" w14:textId="77777777" w:rsidR="00804631" w:rsidRDefault="00804631" w:rsidP="00804631">
      <w:pPr>
        <w:pStyle w:val="BodyTextL50"/>
        <w:tabs>
          <w:tab w:val="left" w:pos="2250"/>
        </w:tabs>
      </w:pPr>
      <w:r>
        <w:t>Africa:</w:t>
      </w:r>
      <w:r>
        <w:tab/>
      </w:r>
      <w:r>
        <w:rPr>
          <w:b/>
        </w:rPr>
        <w:t>www.afrinic.net</w:t>
      </w:r>
    </w:p>
    <w:p w14:paraId="407AAA15" w14:textId="77777777" w:rsidR="00804631" w:rsidRDefault="00804631" w:rsidP="00804631">
      <w:pPr>
        <w:pStyle w:val="BodyTextL50"/>
        <w:tabs>
          <w:tab w:val="left" w:pos="2250"/>
        </w:tabs>
        <w:rPr>
          <w:rFonts w:cs="Courier New"/>
          <w:b/>
        </w:rPr>
      </w:pPr>
      <w:r>
        <w:t>Australia:</w:t>
      </w:r>
      <w:r>
        <w:tab/>
      </w:r>
      <w:r>
        <w:rPr>
          <w:rFonts w:cs="Courier New"/>
          <w:b/>
        </w:rPr>
        <w:t>www.apnic.net</w:t>
      </w:r>
    </w:p>
    <w:p w14:paraId="3CDBB5C8" w14:textId="77777777" w:rsidR="00804631" w:rsidRDefault="00804631" w:rsidP="00804631">
      <w:pPr>
        <w:pStyle w:val="BodyTextL50"/>
        <w:tabs>
          <w:tab w:val="left" w:pos="2250"/>
        </w:tabs>
      </w:pPr>
      <w:r>
        <w:t>Europe:</w:t>
      </w:r>
      <w:r>
        <w:tab/>
      </w:r>
      <w:r>
        <w:rPr>
          <w:b/>
        </w:rPr>
        <w:t>www.ripe.net</w:t>
      </w:r>
    </w:p>
    <w:p w14:paraId="53D97E71" w14:textId="77777777" w:rsidR="00804631" w:rsidRPr="00661DA2" w:rsidRDefault="00804631" w:rsidP="00804631">
      <w:pPr>
        <w:pStyle w:val="BodyTextL50"/>
        <w:tabs>
          <w:tab w:val="left" w:pos="2250"/>
        </w:tabs>
      </w:pPr>
      <w:r>
        <w:t>South America:</w:t>
      </w:r>
      <w:r>
        <w:tab/>
      </w:r>
      <w:r>
        <w:rPr>
          <w:b/>
        </w:rPr>
        <w:t>www.lacnic.net</w:t>
      </w:r>
    </w:p>
    <w:p w14:paraId="59D48526" w14:textId="77777777" w:rsidR="00804631" w:rsidRPr="00372F70" w:rsidRDefault="00804631" w:rsidP="00804631">
      <w:pPr>
        <w:pStyle w:val="BodyTextL50"/>
      </w:pPr>
      <w:r w:rsidRPr="00661DA2">
        <w:rPr>
          <w:b/>
        </w:rPr>
        <w:t>Note</w:t>
      </w:r>
      <w:r>
        <w:t>: Some of these routers along the route may not respond to traceroute.</w:t>
      </w:r>
    </w:p>
    <w:p w14:paraId="17FAED1F" w14:textId="5DA19784" w:rsidR="00C162C0" w:rsidRDefault="00804631" w:rsidP="00804631">
      <w:pPr>
        <w:pStyle w:val="Heading2"/>
      </w:pPr>
      <w:r w:rsidRPr="00085368">
        <w:t xml:space="preserve">Trace </w:t>
      </w:r>
      <w:r>
        <w:t xml:space="preserve">a </w:t>
      </w:r>
      <w:r w:rsidRPr="00085368">
        <w:t xml:space="preserve">Route to </w:t>
      </w:r>
      <w:r>
        <w:t xml:space="preserve">a </w:t>
      </w:r>
      <w:r w:rsidRPr="00085368">
        <w:t xml:space="preserve">Remote Server </w:t>
      </w:r>
      <w:r>
        <w:t>U</w:t>
      </w:r>
      <w:r w:rsidRPr="00085368">
        <w:t xml:space="preserve">sing </w:t>
      </w:r>
      <w:r>
        <w:t>W</w:t>
      </w:r>
      <w:r w:rsidRPr="00085368">
        <w:t>eb</w:t>
      </w:r>
      <w:r>
        <w:t>-B</w:t>
      </w:r>
      <w:r w:rsidRPr="00085368">
        <w:t xml:space="preserve">ased </w:t>
      </w:r>
      <w:r>
        <w:t>Traceroute Tool</w:t>
      </w:r>
    </w:p>
    <w:p w14:paraId="4B8D7825" w14:textId="77777777" w:rsidR="00804631" w:rsidRPr="0058769A" w:rsidRDefault="00804631" w:rsidP="00804631">
      <w:pPr>
        <w:pStyle w:val="SubStepAlpha"/>
      </w:pPr>
      <w:r>
        <w:t>Open a web browser in the VM and search for a visual traceroute tool that you can use in the web browser</w:t>
      </w:r>
      <w:r>
        <w:rPr>
          <w:rFonts w:eastAsia="Times New Roman"/>
        </w:rPr>
        <w:t xml:space="preserve">. Try going to the following website: </w:t>
      </w:r>
      <w:hyperlink r:id="rId11" w:history="1">
        <w:r>
          <w:rPr>
            <w:rStyle w:val="Hyperlink"/>
          </w:rPr>
          <w:t>https://gsuite.tools/traceroute</w:t>
        </w:r>
      </w:hyperlink>
      <w:r>
        <w:rPr>
          <w:rFonts w:eastAsia="Times New Roman"/>
        </w:rPr>
        <w:t xml:space="preserve"> </w:t>
      </w:r>
    </w:p>
    <w:p w14:paraId="0D46FF9B" w14:textId="77777777" w:rsidR="00804631" w:rsidRPr="00684B16" w:rsidRDefault="00804631" w:rsidP="00804631">
      <w:pPr>
        <w:pStyle w:val="SubStepAlpha"/>
      </w:pPr>
      <w:r>
        <w:t xml:space="preserve">Enter any website you wish. </w:t>
      </w:r>
      <w:r w:rsidRPr="00A63739">
        <w:rPr>
          <w:b/>
        </w:rPr>
        <w:t xml:space="preserve">Example: </w:t>
      </w:r>
      <w:r>
        <w:rPr>
          <w:b/>
        </w:rPr>
        <w:t>www.cisco</w:t>
      </w:r>
      <w:r w:rsidRPr="00A63739">
        <w:rPr>
          <w:b/>
        </w:rPr>
        <w:t>.com</w:t>
      </w:r>
      <w:r>
        <w:t xml:space="preserve"> and press </w:t>
      </w:r>
      <w:r>
        <w:rPr>
          <w:b/>
        </w:rPr>
        <w:t>Trace</w:t>
      </w:r>
      <w:r w:rsidRPr="00C5067E">
        <w:t>.</w:t>
      </w:r>
    </w:p>
    <w:p w14:paraId="77C8A0D1" w14:textId="77777777" w:rsidR="00804631" w:rsidRDefault="00804631" w:rsidP="00804631">
      <w:pPr>
        <w:pStyle w:val="SubStepAlpha"/>
        <w:numPr>
          <w:ilvl w:val="0"/>
          <w:numId w:val="0"/>
        </w:numPr>
        <w:ind w:left="720"/>
        <w:rPr>
          <w:rFonts w:eastAsia="Times New Roman"/>
        </w:rPr>
      </w:pPr>
      <w:r w:rsidRPr="00684B16">
        <w:rPr>
          <w:rFonts w:eastAsia="Times New Roman"/>
          <w:b/>
          <w:bCs/>
        </w:rPr>
        <w:lastRenderedPageBreak/>
        <w:t>Note</w:t>
      </w:r>
      <w:r w:rsidRPr="00804631">
        <w:rPr>
          <w:rFonts w:eastAsia="Times New Roman"/>
        </w:rPr>
        <w:t xml:space="preserve">: </w:t>
      </w:r>
      <w:r>
        <w:rPr>
          <w:rFonts w:eastAsia="Times New Roman"/>
        </w:rPr>
        <w:t xml:space="preserve">If you get the error </w:t>
      </w:r>
      <w:r w:rsidRPr="00E25E45">
        <w:rPr>
          <w:rFonts w:eastAsia="Times New Roman"/>
        </w:rPr>
        <w:t>“SEC_ERROR_OCSP_FUTURE_RESPONSE” in Fire</w:t>
      </w:r>
      <w:r>
        <w:rPr>
          <w:rFonts w:eastAsia="Times New Roman"/>
        </w:rPr>
        <w:t>f</w:t>
      </w:r>
      <w:r w:rsidRPr="00E25E45">
        <w:rPr>
          <w:rFonts w:eastAsia="Times New Roman"/>
        </w:rPr>
        <w:t>ox</w:t>
      </w:r>
      <w:r>
        <w:rPr>
          <w:rFonts w:eastAsia="Times New Roman"/>
        </w:rPr>
        <w:t xml:space="preserve"> then the </w:t>
      </w:r>
      <w:proofErr w:type="spellStart"/>
      <w:r>
        <w:rPr>
          <w:rFonts w:eastAsia="Times New Roman"/>
        </w:rPr>
        <w:t>CyberOps</w:t>
      </w:r>
      <w:proofErr w:type="spellEnd"/>
      <w:r>
        <w:rPr>
          <w:rFonts w:eastAsia="Times New Roman"/>
        </w:rPr>
        <w:t xml:space="preserve"> Workstation clock/time is incorrect. To fix the time enter the following command to update the clock/time then refresh the web browser and enter the visual trace:</w:t>
      </w:r>
    </w:p>
    <w:p w14:paraId="1706244C" w14:textId="2263F59C" w:rsidR="00804631" w:rsidRPr="00804631" w:rsidRDefault="00804631" w:rsidP="009740C5">
      <w:pPr>
        <w:pStyle w:val="CMD"/>
        <w:rPr>
          <w:b/>
        </w:rPr>
      </w:pPr>
      <w:r w:rsidRPr="000421A0">
        <w:t>[</w:t>
      </w:r>
      <w:proofErr w:type="spellStart"/>
      <w:r w:rsidRPr="000421A0">
        <w:t>analyst@secOps</w:t>
      </w:r>
      <w:proofErr w:type="spellEnd"/>
      <w:r w:rsidRPr="000421A0">
        <w:t xml:space="preserve"> </w:t>
      </w:r>
      <w:proofErr w:type="gramStart"/>
      <w:r w:rsidRPr="000421A0">
        <w:t>~]$</w:t>
      </w:r>
      <w:proofErr w:type="gramEnd"/>
      <w:r w:rsidRPr="000421A0">
        <w:t xml:space="preserve"> </w:t>
      </w:r>
      <w:proofErr w:type="spellStart"/>
      <w:r>
        <w:rPr>
          <w:b/>
        </w:rPr>
        <w:t>sudo</w:t>
      </w:r>
      <w:proofErr w:type="spellEnd"/>
      <w:r>
        <w:rPr>
          <w:b/>
        </w:rPr>
        <w:t xml:space="preserve"> </w:t>
      </w:r>
      <w:proofErr w:type="spellStart"/>
      <w:r>
        <w:rPr>
          <w:b/>
        </w:rPr>
        <w:t>ntpd</w:t>
      </w:r>
      <w:proofErr w:type="spellEnd"/>
      <w:r>
        <w:rPr>
          <w:b/>
        </w:rPr>
        <w:t xml:space="preserve"> -</w:t>
      </w:r>
      <w:proofErr w:type="spellStart"/>
      <w:r>
        <w:rPr>
          <w:b/>
        </w:rPr>
        <w:t>qg</w:t>
      </w:r>
      <w:proofErr w:type="spellEnd"/>
    </w:p>
    <w:p w14:paraId="3A2F9B33" w14:textId="77777777" w:rsidR="009740C5" w:rsidRDefault="009740C5" w:rsidP="009740C5">
      <w:pPr>
        <w:pStyle w:val="Heading3"/>
      </w:pPr>
      <w:r>
        <w:t>Question:</w:t>
      </w:r>
    </w:p>
    <w:p w14:paraId="7D676AC2" w14:textId="1322D41A" w:rsidR="00804631" w:rsidRDefault="00804631" w:rsidP="009740C5">
      <w:pPr>
        <w:pStyle w:val="BodyTextL50"/>
        <w:spacing w:before="0"/>
      </w:pPr>
      <w:r w:rsidRPr="00716F84">
        <w:t xml:space="preserve">Review the </w:t>
      </w:r>
      <w:r>
        <w:t>geographical locations of the responding hops. What did you observe regarding the path?</w:t>
      </w:r>
    </w:p>
    <w:p w14:paraId="1BD21CEE" w14:textId="4E3C5F42" w:rsidR="00804631" w:rsidRDefault="00804631" w:rsidP="00804631">
      <w:pPr>
        <w:pStyle w:val="AnswerLineL50"/>
      </w:pPr>
      <w:r>
        <w:t>Type your answers here.</w:t>
      </w:r>
    </w:p>
    <w:p w14:paraId="66ACA270" w14:textId="77777777" w:rsidR="00804631" w:rsidRPr="00716F84" w:rsidRDefault="00804631" w:rsidP="00804631">
      <w:pPr>
        <w:pStyle w:val="BodyTextL50"/>
        <w:rPr>
          <w:rStyle w:val="AnswerGray"/>
        </w:rPr>
      </w:pPr>
      <w:r w:rsidRPr="00716F84">
        <w:rPr>
          <w:rStyle w:val="AnswerGray"/>
        </w:rPr>
        <w:t>It does not always take the shortest path from the source to the destination.</w:t>
      </w:r>
    </w:p>
    <w:p w14:paraId="07E08393" w14:textId="4E699AA9" w:rsidR="00804631" w:rsidRDefault="00804631" w:rsidP="00B557A4">
      <w:pPr>
        <w:pStyle w:val="Heading1"/>
      </w:pPr>
      <w:r>
        <w:t>Reflection</w:t>
      </w:r>
      <w:r w:rsidR="00B557A4">
        <w:t xml:space="preserve"> Question</w:t>
      </w:r>
    </w:p>
    <w:p w14:paraId="4B244C8F" w14:textId="77777777" w:rsidR="00804631" w:rsidRPr="00CA5881" w:rsidRDefault="00804631" w:rsidP="00804631">
      <w:pPr>
        <w:pStyle w:val="BodyTextL25"/>
      </w:pPr>
      <w:r w:rsidRPr="00CA5881">
        <w:t xml:space="preserve">How is the traceroute different when going to </w:t>
      </w:r>
      <w:r w:rsidRPr="00716F84">
        <w:t>www.cisco.com</w:t>
      </w:r>
      <w:r>
        <w:t xml:space="preserve"> or other websites</w:t>
      </w:r>
      <w:r w:rsidRPr="00CA5881">
        <w:t xml:space="preserve"> from the </w:t>
      </w:r>
      <w:r>
        <w:t>terminal</w:t>
      </w:r>
      <w:r w:rsidRPr="00CA5881">
        <w:t xml:space="preserve"> (see </w:t>
      </w:r>
      <w:r>
        <w:t>Part 2</w:t>
      </w:r>
      <w:r w:rsidRPr="00CA5881">
        <w:t xml:space="preserve">) </w:t>
      </w:r>
      <w:r>
        <w:t xml:space="preserve">rather </w:t>
      </w:r>
      <w:r w:rsidRPr="00CA5881">
        <w:t>than from the online website? (Your results may vary depending upon where you are located geographically, and which ISP is providing connectivity to your school.)</w:t>
      </w:r>
    </w:p>
    <w:p w14:paraId="0C23954D" w14:textId="445F1F97" w:rsidR="00804631" w:rsidRDefault="00804631" w:rsidP="00B557A4">
      <w:pPr>
        <w:pStyle w:val="AnswerLineL25"/>
        <w:spacing w:after="480"/>
      </w:pPr>
      <w:r>
        <w:t>Type your answers here.</w:t>
      </w:r>
    </w:p>
    <w:p w14:paraId="4C235E99" w14:textId="77777777" w:rsidR="00804631" w:rsidRPr="00CA5881" w:rsidRDefault="00804631" w:rsidP="00804631">
      <w:pPr>
        <w:pStyle w:val="BodyTextL25"/>
        <w:rPr>
          <w:rStyle w:val="AnswerGray"/>
        </w:rPr>
      </w:pPr>
      <w:r w:rsidRPr="00CA5881">
        <w:rPr>
          <w:rStyle w:val="AnswerGray"/>
        </w:rPr>
        <w:t>The tracer</w:t>
      </w:r>
      <w:r>
        <w:rPr>
          <w:rStyle w:val="AnswerGray"/>
        </w:rPr>
        <w:t>oute</w:t>
      </w:r>
      <w:r w:rsidRPr="00CA5881">
        <w:rPr>
          <w:rStyle w:val="AnswerGray"/>
        </w:rPr>
        <w:t xml:space="preserve"> from the </w:t>
      </w:r>
      <w:r>
        <w:rPr>
          <w:rStyle w:val="AnswerGray"/>
        </w:rPr>
        <w:t xml:space="preserve">terminal is different than the one from the website. </w:t>
      </w:r>
      <w:r w:rsidRPr="00CA5881">
        <w:rPr>
          <w:rStyle w:val="AnswerGray"/>
        </w:rPr>
        <w:t>The domain</w:t>
      </w:r>
      <w:r>
        <w:rPr>
          <w:rStyle w:val="AnswerGray"/>
        </w:rPr>
        <w:t>s, such as cisco.com, can be</w:t>
      </w:r>
      <w:r w:rsidRPr="00CA5881">
        <w:rPr>
          <w:rStyle w:val="AnswerGray"/>
        </w:rPr>
        <w:t xml:space="preserve"> hosted on many websites or mirrors throughout the world. This is done so that access time to the site will be fast from anywhere in the world.</w:t>
      </w:r>
    </w:p>
    <w:p w14:paraId="1B3E9958" w14:textId="11DEE23B" w:rsidR="00804631" w:rsidRPr="00804631" w:rsidRDefault="00804631" w:rsidP="00804631">
      <w:pPr>
        <w:pStyle w:val="ConfigWindow"/>
      </w:pPr>
      <w:r>
        <w:t>End of document</w:t>
      </w:r>
    </w:p>
    <w:sectPr w:rsidR="00804631" w:rsidRPr="00804631" w:rsidSect="00B557A4">
      <w:headerReference w:type="default" r:id="rId12"/>
      <w:footerReference w:type="default" r:id="rId13"/>
      <w:headerReference w:type="first" r:id="rId14"/>
      <w:footerReference w:type="first" r:id="rId15"/>
      <w:pgSz w:w="12240" w:h="15840" w:code="1"/>
      <w:pgMar w:top="1526" w:right="1080" w:bottom="1152"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F06E51" w14:textId="77777777" w:rsidR="00C464B3" w:rsidRDefault="00C464B3" w:rsidP="00710659">
      <w:pPr>
        <w:spacing w:after="0" w:line="240" w:lineRule="auto"/>
      </w:pPr>
      <w:r>
        <w:separator/>
      </w:r>
    </w:p>
    <w:p w14:paraId="18C515BC" w14:textId="77777777" w:rsidR="00C464B3" w:rsidRDefault="00C464B3"/>
  </w:endnote>
  <w:endnote w:type="continuationSeparator" w:id="0">
    <w:p w14:paraId="2A55E6D8" w14:textId="77777777" w:rsidR="00C464B3" w:rsidRDefault="00C464B3" w:rsidP="00710659">
      <w:pPr>
        <w:spacing w:after="0" w:line="240" w:lineRule="auto"/>
      </w:pPr>
      <w:r>
        <w:continuationSeparator/>
      </w:r>
    </w:p>
    <w:p w14:paraId="3C85A318" w14:textId="77777777" w:rsidR="00C464B3" w:rsidRDefault="00C464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E18C18" w14:textId="62686654"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804631">
          <w:t>2018</w:t>
        </w:r>
      </w:sdtContent>
    </w:sdt>
    <w:r>
      <w:t xml:space="preserve"> - </w:t>
    </w:r>
    <w:r>
      <w:fldChar w:fldCharType="begin"/>
    </w:r>
    <w:r>
      <w:instrText xml:space="preserve"> SAVEDATE  \@ "yyyy"  \* MERGEFORMAT </w:instrText>
    </w:r>
    <w:r>
      <w:fldChar w:fldCharType="separate"/>
    </w:r>
    <w:r w:rsidR="00DF7C8B">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24301D" w14:textId="14AEDFDE"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804631">
          <w:t>2018</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DF7C8B">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3E6C95" w14:textId="77777777" w:rsidR="00C464B3" w:rsidRDefault="00C464B3" w:rsidP="00710659">
      <w:pPr>
        <w:spacing w:after="0" w:line="240" w:lineRule="auto"/>
      </w:pPr>
      <w:r>
        <w:separator/>
      </w:r>
    </w:p>
    <w:p w14:paraId="52D84960" w14:textId="77777777" w:rsidR="00C464B3" w:rsidRDefault="00C464B3"/>
  </w:footnote>
  <w:footnote w:type="continuationSeparator" w:id="0">
    <w:p w14:paraId="2E5DF59F" w14:textId="77777777" w:rsidR="00C464B3" w:rsidRDefault="00C464B3" w:rsidP="00710659">
      <w:pPr>
        <w:spacing w:after="0" w:line="240" w:lineRule="auto"/>
      </w:pPr>
      <w:r>
        <w:continuationSeparator/>
      </w:r>
    </w:p>
    <w:p w14:paraId="65A49174" w14:textId="77777777" w:rsidR="00C464B3" w:rsidRDefault="00C464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51325B0FEE604491AB731D6F2A6B4088"/>
      </w:placeholder>
      <w:dataBinding w:prefixMappings="xmlns:ns0='http://purl.org/dc/elements/1.1/' xmlns:ns1='http://schemas.openxmlformats.org/package/2006/metadata/core-properties' " w:xpath="/ns1:coreProperties[1]/ns0:title[1]" w:storeItemID="{6C3C8BC8-F283-45AE-878A-BAB7291924A1}"/>
      <w:text/>
    </w:sdtPr>
    <w:sdtEndPr/>
    <w:sdtContent>
      <w:p w14:paraId="5C5645F6" w14:textId="77777777" w:rsidR="00926CB2" w:rsidRDefault="004642FE" w:rsidP="008402F2">
        <w:pPr>
          <w:pStyle w:val="PageHead"/>
        </w:pPr>
        <w:r>
          <w:t>Lab - Tracing a Route</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7B9AAE" w14:textId="77777777" w:rsidR="00926CB2" w:rsidRDefault="00882B63" w:rsidP="006C3FCF">
    <w:pPr>
      <w:ind w:left="-288"/>
    </w:pPr>
    <w:r>
      <w:rPr>
        <w:noProof/>
      </w:rPr>
      <w:drawing>
        <wp:inline distT="0" distB="0" distL="0" distR="0" wp14:anchorId="3D3BF19A" wp14:editId="3FB07518">
          <wp:extent cx="2587752" cy="804672"/>
          <wp:effectExtent l="0" t="0" r="3175" b="0"/>
          <wp:docPr id="3" name="Picture 3"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B05C5498"/>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864"/>
        </w:tabs>
        <w:ind w:left="864" w:hanging="864"/>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1D1869C2"/>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Step %2:"/>
      <w:lvlJc w:val="left"/>
      <w:pPr>
        <w:ind w:left="0" w:firstLine="0"/>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SubStepAlpha"/>
        <w:suff w:val="space"/>
        <w:lvlText w:val="Step %3:"/>
        <w:lvlJc w:val="left"/>
        <w:pPr>
          <w:ind w:left="0" w:firstLine="0"/>
        </w:pPr>
        <w:rPr>
          <w:rFonts w:hint="default"/>
        </w:rPr>
      </w:lvl>
    </w:lvlOverride>
    <w:lvlOverride w:ilvl="3">
      <w:lvl w:ilvl="3">
        <w:start w:val="1"/>
        <w:numFmt w:val="lowerLetter"/>
        <w:pStyle w:val="SubStepNum"/>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SubStepAlpha"/>
        <w:suff w:val="space"/>
        <w:lvlText w:val="Step %3:"/>
        <w:lvlJc w:val="left"/>
        <w:pPr>
          <w:ind w:left="0" w:firstLine="0"/>
        </w:pPr>
        <w:rPr>
          <w:rFonts w:hint="default"/>
        </w:rPr>
      </w:lvl>
    </w:lvlOverride>
    <w:lvlOverride w:ilvl="3">
      <w:startOverride w:val="1"/>
      <w:lvl w:ilvl="3">
        <w:start w:val="1"/>
        <w:numFmt w:val="lowerLetter"/>
        <w:pStyle w:val="SubStepNum"/>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SubStepAlpha"/>
        <w:lvlText w:val="%3."/>
        <w:lvlJc w:val="left"/>
        <w:pPr>
          <w:tabs>
            <w:tab w:val="num" w:pos="720"/>
          </w:tabs>
          <w:ind w:left="720" w:hanging="360"/>
        </w:pPr>
        <w:rPr>
          <w:rFonts w:hint="default"/>
          <w:b w:val="0"/>
        </w:rPr>
      </w:lvl>
    </w:lvlOverride>
  </w:num>
  <w:num w:numId="10">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2FE"/>
    <w:rsid w:val="00001BDF"/>
    <w:rsid w:val="0000380F"/>
    <w:rsid w:val="00004175"/>
    <w:rsid w:val="000059C9"/>
    <w:rsid w:val="00012C22"/>
    <w:rsid w:val="000160F7"/>
    <w:rsid w:val="00016D5B"/>
    <w:rsid w:val="00016F30"/>
    <w:rsid w:val="0002047C"/>
    <w:rsid w:val="00021B9A"/>
    <w:rsid w:val="00023E81"/>
    <w:rsid w:val="000242D6"/>
    <w:rsid w:val="00024EE5"/>
    <w:rsid w:val="00041AF6"/>
    <w:rsid w:val="00044E62"/>
    <w:rsid w:val="00045926"/>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3663"/>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A2D8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42FE"/>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1C09"/>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55ED"/>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04631"/>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6C78"/>
    <w:rsid w:val="008D73BF"/>
    <w:rsid w:val="008D7F09"/>
    <w:rsid w:val="008E00D5"/>
    <w:rsid w:val="008E5B64"/>
    <w:rsid w:val="008E7DAA"/>
    <w:rsid w:val="008F0094"/>
    <w:rsid w:val="008F03EF"/>
    <w:rsid w:val="008F340F"/>
    <w:rsid w:val="009016CD"/>
    <w:rsid w:val="00903523"/>
    <w:rsid w:val="00906281"/>
    <w:rsid w:val="0090659A"/>
    <w:rsid w:val="00911080"/>
    <w:rsid w:val="00912500"/>
    <w:rsid w:val="0091350B"/>
    <w:rsid w:val="00915986"/>
    <w:rsid w:val="00917624"/>
    <w:rsid w:val="00923286"/>
    <w:rsid w:val="00926CB2"/>
    <w:rsid w:val="00930386"/>
    <w:rsid w:val="009309F5"/>
    <w:rsid w:val="00933237"/>
    <w:rsid w:val="00933F28"/>
    <w:rsid w:val="009400C3"/>
    <w:rsid w:val="00942299"/>
    <w:rsid w:val="009453F7"/>
    <w:rsid w:val="009476C0"/>
    <w:rsid w:val="00963E34"/>
    <w:rsid w:val="00964DFA"/>
    <w:rsid w:val="00970A69"/>
    <w:rsid w:val="009740C5"/>
    <w:rsid w:val="0098155C"/>
    <w:rsid w:val="00981CCA"/>
    <w:rsid w:val="00983B77"/>
    <w:rsid w:val="00984F38"/>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0D30"/>
    <w:rsid w:val="00B02A8E"/>
    <w:rsid w:val="00B052EE"/>
    <w:rsid w:val="00B1081F"/>
    <w:rsid w:val="00B2496B"/>
    <w:rsid w:val="00B27499"/>
    <w:rsid w:val="00B3010D"/>
    <w:rsid w:val="00B35151"/>
    <w:rsid w:val="00B433F2"/>
    <w:rsid w:val="00B458E8"/>
    <w:rsid w:val="00B47940"/>
    <w:rsid w:val="00B5397B"/>
    <w:rsid w:val="00B53EE9"/>
    <w:rsid w:val="00B557A4"/>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45E6"/>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64B3"/>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206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08C"/>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DF7C8B"/>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09B7"/>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8D624B"/>
  <w15:docId w15:val="{07776C3C-CA08-4D36-9629-CDFDC75CC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804631"/>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804631"/>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804631"/>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984F38"/>
    <w:pPr>
      <w:keepNext/>
      <w:spacing w:before="0" w:after="0" w:line="240" w:lineRule="auto"/>
      <w:outlineLvl w:val="2"/>
    </w:pPr>
    <w:rPr>
      <w:rFonts w:eastAsia="Times New Roman"/>
      <w:bCs/>
      <w:color w:val="FFFFFF" w:themeColor="background1"/>
      <w:sz w:val="6"/>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343663"/>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984F38"/>
    <w:pPr>
      <w:spacing w:before="0" w:after="0"/>
    </w:pPr>
    <w:rPr>
      <w:i/>
      <w:color w:val="FFFFFF" w:themeColor="background1"/>
      <w:sz w:val="6"/>
    </w:rPr>
  </w:style>
  <w:style w:type="paragraph" w:customStyle="1" w:styleId="SubStepAlpha">
    <w:name w:val="SubStep Alpha"/>
    <w:basedOn w:val="BodyTextL25"/>
    <w:qFormat/>
    <w:rsid w:val="00804631"/>
    <w:pPr>
      <w:numPr>
        <w:ilvl w:val="2"/>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804631"/>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804631"/>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984F38"/>
    <w:rPr>
      <w:rFonts w:eastAsia="Times New Roman"/>
      <w:bCs/>
      <w:color w:val="FFFFFF" w:themeColor="background1"/>
      <w:sz w:val="6"/>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character" w:styleId="Hyperlink">
    <w:name w:val="Hyperlink"/>
    <w:rsid w:val="003A2D8C"/>
    <w:rPr>
      <w:color w:val="0000FF"/>
      <w:u w:val="single"/>
    </w:rPr>
  </w:style>
  <w:style w:type="paragraph" w:customStyle="1" w:styleId="LabSection">
    <w:name w:val="Lab Section"/>
    <w:basedOn w:val="Normal"/>
    <w:next w:val="Normal"/>
    <w:qFormat/>
    <w:rsid w:val="00804631"/>
    <w:pPr>
      <w:spacing w:before="240" w:after="120" w:line="240" w:lineRule="auto"/>
    </w:pPr>
    <w:rPr>
      <w:rFonts w:eastAsia="Times New Roman"/>
      <w:b/>
      <w:bCs/>
      <w:iCs/>
      <w:sz w:val="24"/>
    </w:rPr>
  </w:style>
  <w:style w:type="numbering" w:customStyle="1" w:styleId="PartStepSubStepList">
    <w:name w:val="Part_Step_SubStep_List"/>
    <w:basedOn w:val="NoList"/>
    <w:uiPriority w:val="99"/>
    <w:rsid w:val="00804631"/>
    <w:pPr>
      <w:numPr>
        <w:numId w:val="10"/>
      </w:numPr>
    </w:pPr>
  </w:style>
  <w:style w:type="paragraph" w:customStyle="1" w:styleId="PartHead">
    <w:name w:val="Part Head"/>
    <w:basedOn w:val="Heading1"/>
    <w:next w:val="BodyTextL25"/>
    <w:autoRedefine/>
    <w:qFormat/>
    <w:rsid w:val="00804631"/>
    <w:pPr>
      <w:numPr>
        <w:numId w:val="0"/>
      </w:numPr>
      <w:tabs>
        <w:tab w:val="num" w:pos="1080"/>
      </w:tabs>
      <w:spacing w:after="200" w:line="276" w:lineRule="auto"/>
      <w:ind w:left="1080" w:hanging="1080"/>
      <w:contextualSpacing/>
    </w:pPr>
    <w:rPr>
      <w:rFonts w:eastAsia="Times New Roman"/>
      <w:noProof w:val="0"/>
      <w:sz w:val="28"/>
      <w:szCs w:val="28"/>
    </w:rPr>
  </w:style>
  <w:style w:type="character" w:styleId="FollowedHyperlink">
    <w:name w:val="FollowedHyperlink"/>
    <w:basedOn w:val="DefaultParagraphFont"/>
    <w:semiHidden/>
    <w:unhideWhenUsed/>
    <w:rsid w:val="00DF7C8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gsuite.tools/tracerout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suite.tools/tracerout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cisco.com"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51325B0FEE604491AB731D6F2A6B4088"/>
        <w:category>
          <w:name w:val="General"/>
          <w:gallery w:val="placeholder"/>
        </w:category>
        <w:types>
          <w:type w:val="bbPlcHdr"/>
        </w:types>
        <w:behaviors>
          <w:behavior w:val="content"/>
        </w:behaviors>
        <w:guid w:val="{A7BED40A-EDEB-45D8-ADF0-CA54416D0DC7}"/>
      </w:docPartPr>
      <w:docPartBody>
        <w:p w:rsidR="00550A0B" w:rsidRDefault="00B73C18">
          <w:pPr>
            <w:pStyle w:val="51325B0FEE604491AB731D6F2A6B4088"/>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C18"/>
    <w:rsid w:val="00163BA4"/>
    <w:rsid w:val="0028095C"/>
    <w:rsid w:val="00550A0B"/>
    <w:rsid w:val="00663C49"/>
    <w:rsid w:val="00B73B86"/>
    <w:rsid w:val="00B73C18"/>
    <w:rsid w:val="00B972C2"/>
    <w:rsid w:val="00CD28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51325B0FEE604491AB731D6F2A6B4088">
    <w:name w:val="51325B0FEE604491AB731D6F2A6B408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05F6BA-8866-423D-8516-5AFCE807C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107</TotalTime>
  <Pages>4</Pages>
  <Words>1355</Words>
  <Characters>7726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Lab - Tracing a Route</vt:lpstr>
    </vt:vector>
  </TitlesOfParts>
  <Company>Cisco Systems, Inc.</Company>
  <LinksUpToDate>false</LinksUpToDate>
  <CharactersWithSpaces>9063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Tracing a Route</dc:title>
  <dc:creator>SP</dc:creator>
  <dc:description>2018</dc:description>
  <cp:lastModifiedBy>Suk-Yi Pennock -X (spennock - UNICON INC at Cisco)</cp:lastModifiedBy>
  <cp:revision>8</cp:revision>
  <dcterms:created xsi:type="dcterms:W3CDTF">2020-05-04T18:18:00Z</dcterms:created>
  <dcterms:modified xsi:type="dcterms:W3CDTF">2020-07-16T16:09:00Z</dcterms:modified>
</cp:coreProperties>
</file>